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6CDBE368" w14:textId="77777777" w:rsidR="000B798D" w:rsidRPr="000B798D" w:rsidRDefault="000B798D" w:rsidP="000B798D">
      <w:pPr>
        <w:spacing w:line="480" w:lineRule="auto"/>
        <w:jc w:val="center"/>
        <w:rPr>
          <w:rFonts w:ascii="Georgia" w:hAnsi="Georgia"/>
          <w:b/>
          <w:sz w:val="22"/>
          <w:szCs w:val="22"/>
        </w:rPr>
      </w:pPr>
      <w:r w:rsidRPr="000B798D">
        <w:rPr>
          <w:rFonts w:ascii="Georgia" w:hAnsi="Georgia"/>
          <w:b/>
          <w:sz w:val="22"/>
          <w:szCs w:val="22"/>
        </w:rPr>
        <w:t xml:space="preserve">GARA EUROPEA A PROCEDURA TELEMATICA APERTA </w:t>
      </w:r>
    </w:p>
    <w:p w14:paraId="4AAFF289" w14:textId="77777777" w:rsidR="000B798D" w:rsidRPr="000B798D" w:rsidRDefault="000B798D" w:rsidP="000B798D">
      <w:pPr>
        <w:spacing w:line="480" w:lineRule="auto"/>
        <w:jc w:val="center"/>
        <w:rPr>
          <w:rFonts w:ascii="Georgia" w:hAnsi="Georgia"/>
          <w:b/>
          <w:sz w:val="22"/>
          <w:szCs w:val="22"/>
        </w:rPr>
      </w:pPr>
      <w:r w:rsidRPr="000B798D">
        <w:rPr>
          <w:rFonts w:ascii="Georgia" w:hAnsi="Georgia"/>
          <w:b/>
          <w:sz w:val="22"/>
          <w:szCs w:val="22"/>
        </w:rPr>
        <w:t>PER LA STIPULA DI UN ACCORDO QUADRO CON UN UNICO OPERATORE ECONOMICO</w:t>
      </w:r>
    </w:p>
    <w:p w14:paraId="5AF83F05" w14:textId="77777777" w:rsidR="000B798D" w:rsidRPr="000B798D" w:rsidRDefault="000B798D" w:rsidP="000B798D">
      <w:pPr>
        <w:spacing w:line="480" w:lineRule="auto"/>
        <w:jc w:val="center"/>
        <w:rPr>
          <w:rFonts w:ascii="Georgia" w:hAnsi="Georgia"/>
          <w:b/>
          <w:sz w:val="22"/>
          <w:szCs w:val="22"/>
        </w:rPr>
      </w:pPr>
      <w:r w:rsidRPr="000B798D">
        <w:rPr>
          <w:rFonts w:ascii="Georgia" w:hAnsi="Georgia"/>
          <w:b/>
          <w:sz w:val="22"/>
          <w:szCs w:val="22"/>
        </w:rPr>
        <w:t>PER L’AFFIDAMENTO DEL SERVIZIO DI NOLEGGIO AUTOBUS CON CONDUCENTE PER LE VISITE DIDATTICHE DEL POLITECNICO DI MILANO</w:t>
      </w:r>
    </w:p>
    <w:p w14:paraId="45E66026" w14:textId="02786F4E" w:rsidR="0022655C" w:rsidRPr="00F21C08" w:rsidRDefault="000B798D" w:rsidP="000B798D">
      <w:pPr>
        <w:spacing w:line="480" w:lineRule="auto"/>
        <w:jc w:val="center"/>
        <w:rPr>
          <w:rFonts w:ascii="Georgia" w:hAnsi="Georgia"/>
          <w:b/>
          <w:sz w:val="22"/>
          <w:szCs w:val="22"/>
        </w:rPr>
      </w:pPr>
      <w:r w:rsidRPr="000B798D">
        <w:rPr>
          <w:rFonts w:ascii="Georgia" w:hAnsi="Georgia"/>
          <w:b/>
          <w:sz w:val="22"/>
          <w:szCs w:val="22"/>
        </w:rPr>
        <w:t xml:space="preserve">CIG </w:t>
      </w:r>
      <w:r w:rsidR="006B0DA4" w:rsidRPr="006B0DA4">
        <w:rPr>
          <w:rFonts w:ascii="Georgia" w:hAnsi="Georgia"/>
          <w:b/>
          <w:sz w:val="22"/>
          <w:szCs w:val="22"/>
        </w:rPr>
        <w:t>BA78B56E78</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3A01A974"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w:t>
      </w:r>
      <w:r w:rsidR="008F3F64">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08F35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FD63C3">
        <w:rPr>
          <w:rFonts w:ascii="Georgia" w:hAnsi="Georgia"/>
          <w:sz w:val="22"/>
          <w:szCs w:val="22"/>
          <w:highlight w:val="yellow"/>
        </w:rPr>
        <w:t>, 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00E23C05">
        <w:rPr>
          <w:rFonts w:ascii="Georgia" w:hAnsi="Georgia"/>
          <w:sz w:val="22"/>
          <w:szCs w:val="22"/>
          <w:highlight w:val="yellow"/>
        </w:rPr>
        <w:t xml:space="preserve">(eventuale)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47FAA5B9"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w:t>
      </w:r>
      <w:r w:rsidR="00FD63C3">
        <w:rPr>
          <w:rFonts w:ascii="Georgia" w:hAnsi="Georgia"/>
          <w:sz w:val="22"/>
          <w:szCs w:val="22"/>
          <w:highlight w:val="yellow"/>
        </w:rPr>
        <w:t>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“2”)</w:t>
      </w:r>
      <w:r w:rsidR="00E23C05">
        <w:rPr>
          <w:rFonts w:ascii="Georgia" w:hAnsi="Georgia"/>
          <w:sz w:val="22"/>
          <w:szCs w:val="22"/>
          <w:highlight w:val="yellow"/>
        </w:rPr>
        <w:t xml:space="preserve"> (eventuale)</w:t>
      </w:r>
      <w:r w:rsidR="00FD63C3">
        <w:rPr>
          <w:rFonts w:ascii="Georgia" w:hAnsi="Georgia"/>
          <w:sz w:val="22"/>
          <w:szCs w:val="22"/>
          <w:highlight w:val="yellow"/>
        </w:rPr>
        <w:t xml:space="preserve">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2FECEDB"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214F83">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6B0DA4"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6B0DA4"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758E557E" w14:textId="57009CFF" w:rsidR="009021A3" w:rsidRPr="00F21C08" w:rsidRDefault="009021A3"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2 Offerta Tecnica</w:t>
      </w:r>
      <w:r w:rsidR="00E23C05">
        <w:rPr>
          <w:rFonts w:ascii="Georgia" w:hAnsi="Georgia"/>
          <w:sz w:val="22"/>
          <w:szCs w:val="22"/>
          <w:highlight w:val="yellow"/>
        </w:rPr>
        <w:t xml:space="preserve"> (eventuale)</w:t>
      </w:r>
    </w:p>
    <w:p w14:paraId="673E24B6" w14:textId="1F30B30C"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B798D"/>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2655C"/>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006"/>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5C79"/>
    <w:rsid w:val="00667A4A"/>
    <w:rsid w:val="00670C0A"/>
    <w:rsid w:val="00672D6D"/>
    <w:rsid w:val="006772AB"/>
    <w:rsid w:val="00697353"/>
    <w:rsid w:val="006A791A"/>
    <w:rsid w:val="006A7979"/>
    <w:rsid w:val="006B0DA4"/>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5073"/>
    <w:rsid w:val="00796184"/>
    <w:rsid w:val="00796EBB"/>
    <w:rsid w:val="007A04EF"/>
    <w:rsid w:val="007A66B1"/>
    <w:rsid w:val="007A7F7E"/>
    <w:rsid w:val="007B0FC6"/>
    <w:rsid w:val="007B2C94"/>
    <w:rsid w:val="007B31C0"/>
    <w:rsid w:val="007B3C73"/>
    <w:rsid w:val="007B7C41"/>
    <w:rsid w:val="007C6962"/>
    <w:rsid w:val="007D1CD5"/>
    <w:rsid w:val="007D37AC"/>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3F64"/>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5134"/>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3C05"/>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114</TotalTime>
  <Pages>8</Pages>
  <Words>2233</Words>
  <Characters>13659</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36</cp:revision>
  <cp:lastPrinted>2018-06-14T08:33:00Z</cp:lastPrinted>
  <dcterms:created xsi:type="dcterms:W3CDTF">2023-05-05T14:27:00Z</dcterms:created>
  <dcterms:modified xsi:type="dcterms:W3CDTF">2026-02-18T13:09:00Z</dcterms:modified>
</cp:coreProperties>
</file>